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031B1" w14:textId="02682EF8" w:rsidR="00976E7F" w:rsidRDefault="00DA78BA" w:rsidP="005C7F8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2160" w:firstLine="720"/>
        <w:rPr>
          <w:rFonts w:ascii="Times New Roman" w:hAnsi="Times New Roman"/>
          <w:b/>
          <w:sz w:val="28"/>
          <w:szCs w:val="28"/>
        </w:rPr>
      </w:pPr>
      <w:r>
        <w:rPr>
          <w:b/>
          <w:noProof/>
          <w:sz w:val="14"/>
        </w:rPr>
        <w:pict w14:anchorId="4F68CC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3" o:spid="_x0000_i1025" type="#_x0000_t75" style="width:112.5pt;height:46.5pt;visibility:visible;mso-wrap-style:square">
            <v:imagedata r:id="rId8" o:title=""/>
          </v:shape>
        </w:pict>
      </w:r>
      <w:r w:rsidR="00504030">
        <w:rPr>
          <w:rFonts w:ascii="Times New Roman" w:hAnsi="Times New Roman"/>
          <w:b/>
          <w:noProof/>
          <w:sz w:val="28"/>
          <w:szCs w:val="28"/>
        </w:rPr>
        <w:pict w14:anchorId="45AC9FA6">
          <v:shape id="_x0000_s1027" type="#_x0000_t75" style="position:absolute;left:0;text-align:left;margin-left:-36pt;margin-top:-49.6pt;width:496.4pt;height:72.85pt;z-index:1;mso-position-horizontal-relative:text;mso-position-vertical-relative:text">
            <v:imagedata r:id="rId9" o:title=""/>
            <w10:wrap type="square"/>
          </v:shape>
        </w:pict>
      </w:r>
    </w:p>
    <w:p w14:paraId="05BE3290" w14:textId="112D4688" w:rsidR="00E668A7" w:rsidRPr="00C66485" w:rsidRDefault="006130E4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  <w:r w:rsidRPr="00C66485">
        <w:rPr>
          <w:rFonts w:ascii="Times New Roman" w:hAnsi="Times New Roman"/>
          <w:b/>
          <w:sz w:val="28"/>
          <w:szCs w:val="28"/>
        </w:rPr>
        <w:t>Notification Letter</w:t>
      </w:r>
      <w:r w:rsidR="00C66485">
        <w:rPr>
          <w:rFonts w:ascii="Times New Roman" w:hAnsi="Times New Roman"/>
          <w:b/>
          <w:sz w:val="28"/>
          <w:szCs w:val="28"/>
        </w:rPr>
        <w:t xml:space="preserve"> </w:t>
      </w:r>
      <w:r w:rsidR="00FF0A54">
        <w:rPr>
          <w:rFonts w:ascii="Times New Roman" w:hAnsi="Times New Roman"/>
          <w:b/>
          <w:sz w:val="28"/>
          <w:szCs w:val="28"/>
        </w:rPr>
        <w:t xml:space="preserve">for </w:t>
      </w:r>
      <w:r w:rsidR="00AB6471">
        <w:rPr>
          <w:rFonts w:ascii="Times New Roman" w:hAnsi="Times New Roman"/>
          <w:b/>
          <w:sz w:val="28"/>
          <w:szCs w:val="28"/>
        </w:rPr>
        <w:t xml:space="preserve">a </w:t>
      </w:r>
      <w:r w:rsidR="00FF0A54">
        <w:rPr>
          <w:rFonts w:ascii="Times New Roman" w:hAnsi="Times New Roman"/>
          <w:b/>
          <w:sz w:val="28"/>
          <w:szCs w:val="28"/>
        </w:rPr>
        <w:t xml:space="preserve">service </w:t>
      </w:r>
      <w:r w:rsidR="00AB6471">
        <w:rPr>
          <w:rFonts w:ascii="Times New Roman" w:hAnsi="Times New Roman"/>
          <w:b/>
          <w:sz w:val="28"/>
          <w:szCs w:val="28"/>
        </w:rPr>
        <w:t>contract</w:t>
      </w:r>
    </w:p>
    <w:p w14:paraId="3C37B2A4" w14:textId="77777777" w:rsidR="00976E7F" w:rsidRPr="00C66485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536"/>
        <w:jc w:val="left"/>
        <w:rPr>
          <w:rFonts w:ascii="Times New Roman" w:hAnsi="Times New Roman"/>
          <w:szCs w:val="22"/>
        </w:rPr>
      </w:pPr>
      <w:r w:rsidRPr="008F65FE">
        <w:rPr>
          <w:rFonts w:ascii="Times New Roman" w:hAnsi="Times New Roman"/>
          <w:szCs w:val="22"/>
          <w:highlight w:val="yellow"/>
        </w:rPr>
        <w:t>Date</w:t>
      </w:r>
    </w:p>
    <w:p w14:paraId="3FCD1B50" w14:textId="77777777" w:rsidR="00976E7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536"/>
        <w:jc w:val="left"/>
        <w:rPr>
          <w:rFonts w:ascii="Times New Roman" w:hAnsi="Times New Roman"/>
          <w:szCs w:val="22"/>
        </w:rPr>
      </w:pPr>
      <w:r w:rsidRPr="008F65FE">
        <w:rPr>
          <w:rFonts w:ascii="Times New Roman" w:hAnsi="Times New Roman"/>
          <w:szCs w:val="22"/>
          <w:highlight w:val="yellow"/>
        </w:rPr>
        <w:t>Official name of tenderer / candidate /contractor</w:t>
      </w:r>
    </w:p>
    <w:p w14:paraId="3A9DAED2" w14:textId="77777777" w:rsidR="00976E7F" w:rsidRPr="00C66485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536"/>
        <w:jc w:val="left"/>
        <w:rPr>
          <w:rFonts w:ascii="Times New Roman" w:hAnsi="Times New Roman"/>
          <w:szCs w:val="22"/>
        </w:rPr>
      </w:pPr>
      <w:r w:rsidRPr="008F65FE">
        <w:rPr>
          <w:rFonts w:ascii="Times New Roman" w:hAnsi="Times New Roman"/>
          <w:szCs w:val="22"/>
          <w:highlight w:val="yellow"/>
        </w:rPr>
        <w:t>Address of tenderer / candidate / contractor</w:t>
      </w:r>
    </w:p>
    <w:p w14:paraId="4E487133" w14:textId="4A9B5E52" w:rsidR="00976E7F" w:rsidRPr="00C66485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Our ref: </w:t>
      </w:r>
      <w:r w:rsidRPr="001D6C29">
        <w:rPr>
          <w:rFonts w:ascii="Times New Roman" w:hAnsi="Times New Roman"/>
          <w:szCs w:val="22"/>
        </w:rPr>
        <w:t>19-</w:t>
      </w:r>
      <w:r>
        <w:rPr>
          <w:rFonts w:ascii="Times New Roman" w:hAnsi="Times New Roman"/>
          <w:szCs w:val="22"/>
        </w:rPr>
        <w:t>24-</w:t>
      </w:r>
      <w:r w:rsidR="00E76A79">
        <w:rPr>
          <w:rFonts w:ascii="Times New Roman" w:hAnsi="Times New Roman"/>
          <w:szCs w:val="22"/>
        </w:rPr>
        <w:t>32</w:t>
      </w:r>
      <w:r w:rsidR="00105A6F">
        <w:rPr>
          <w:rFonts w:ascii="Times New Roman" w:hAnsi="Times New Roman"/>
          <w:szCs w:val="22"/>
        </w:rPr>
        <w:t>2</w:t>
      </w:r>
      <w:r w:rsidR="00E76A79">
        <w:rPr>
          <w:rFonts w:ascii="Times New Roman" w:hAnsi="Times New Roman"/>
          <w:szCs w:val="22"/>
        </w:rPr>
        <w:t>-</w:t>
      </w:r>
      <w:r w:rsidR="00DA78BA">
        <w:rPr>
          <w:rFonts w:ascii="Times New Roman" w:hAnsi="Times New Roman"/>
          <w:szCs w:val="22"/>
        </w:rPr>
        <w:t>10</w:t>
      </w:r>
      <w:bookmarkStart w:id="0" w:name="_GoBack"/>
      <w:bookmarkEnd w:id="0"/>
      <w:r w:rsidR="00E76A79">
        <w:rPr>
          <w:rFonts w:ascii="Times New Roman" w:hAnsi="Times New Roman"/>
          <w:szCs w:val="22"/>
        </w:rPr>
        <w:t>/22</w:t>
      </w:r>
    </w:p>
    <w:p w14:paraId="4C2B933C" w14:textId="34875E04" w:rsidR="00976E7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330285">
        <w:rPr>
          <w:rFonts w:ascii="Times New Roman" w:hAnsi="Times New Roman"/>
          <w:b/>
          <w:szCs w:val="22"/>
        </w:rPr>
        <w:t xml:space="preserve">EXTERNAL EXPERTISE FOR REALIZATION OF ACTIVITIES UNDER THE </w:t>
      </w:r>
      <w:r w:rsidR="00105A6F" w:rsidRPr="00105A6F">
        <w:rPr>
          <w:rFonts w:ascii="Times New Roman" w:hAnsi="Times New Roman"/>
          <w:b/>
          <w:szCs w:val="22"/>
        </w:rPr>
        <w:t>TALENTMAGNET WORK PACKAGE T</w:t>
      </w:r>
      <w:r w:rsidR="00105A6F">
        <w:rPr>
          <w:rFonts w:ascii="Times New Roman" w:hAnsi="Times New Roman"/>
          <w:b/>
          <w:szCs w:val="22"/>
        </w:rPr>
        <w:t>3</w:t>
      </w:r>
      <w:r w:rsidRPr="00C66485">
        <w:rPr>
          <w:rFonts w:ascii="Times New Roman" w:hAnsi="Times New Roman"/>
          <w:b/>
          <w:szCs w:val="22"/>
        </w:rPr>
        <w:t xml:space="preserve">, </w:t>
      </w:r>
      <w:r>
        <w:rPr>
          <w:rFonts w:ascii="Times New Roman" w:hAnsi="Times New Roman"/>
          <w:b/>
          <w:szCs w:val="22"/>
        </w:rPr>
        <w:t>Zenica</w:t>
      </w:r>
    </w:p>
    <w:p w14:paraId="37A56294" w14:textId="77777777" w:rsidR="00976E7F" w:rsidRPr="00C66485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Dear </w:t>
      </w:r>
      <w:r>
        <w:rPr>
          <w:rFonts w:ascii="Times New Roman" w:hAnsi="Times New Roman"/>
          <w:szCs w:val="22"/>
          <w:highlight w:val="yellow"/>
        </w:rPr>
        <w:t>c</w:t>
      </w:r>
      <w:r w:rsidRPr="008F65FE">
        <w:rPr>
          <w:rFonts w:ascii="Times New Roman" w:hAnsi="Times New Roman"/>
          <w:szCs w:val="22"/>
          <w:highlight w:val="yellow"/>
        </w:rPr>
        <w:t>ontact name</w:t>
      </w:r>
      <w:r>
        <w:rPr>
          <w:rFonts w:ascii="Times New Roman" w:hAnsi="Times New Roman"/>
          <w:szCs w:val="22"/>
        </w:rPr>
        <w:t>,</w:t>
      </w:r>
    </w:p>
    <w:p w14:paraId="5EC397DD" w14:textId="77777777" w:rsidR="00976E7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</w:rPr>
      </w:pPr>
      <w:r w:rsidRPr="00504030">
        <w:rPr>
          <w:rFonts w:ascii="Times New Roman" w:hAnsi="Times New Roman"/>
          <w:color w:val="000000"/>
          <w:szCs w:val="22"/>
          <w:highlight w:val="lightGray"/>
        </w:rPr>
        <w:t>The above contract will be awarded to you for the amount mentioned in your tender [, as corrected for arithmetic errors as follows: &lt;</w:t>
      </w:r>
      <w:r w:rsidRPr="008F65FE">
        <w:rPr>
          <w:rFonts w:ascii="Times New Roman" w:hAnsi="Times New Roman"/>
          <w:color w:val="000000"/>
          <w:szCs w:val="22"/>
          <w:highlight w:val="yellow"/>
        </w:rPr>
        <w:t>…</w:t>
      </w:r>
      <w:r w:rsidRPr="00504030">
        <w:rPr>
          <w:rFonts w:ascii="Times New Roman" w:hAnsi="Times New Roman"/>
          <w:color w:val="000000"/>
          <w:szCs w:val="22"/>
          <w:highlight w:val="lightGray"/>
        </w:rPr>
        <w:t>&gt;] and on the basis of the conditions stipulated in the tender dossier</w:t>
      </w:r>
      <w:r w:rsidRPr="00A50500">
        <w:rPr>
          <w:rFonts w:ascii="Times New Roman" w:hAnsi="Times New Roman"/>
          <w:color w:val="000000"/>
          <w:szCs w:val="22"/>
        </w:rPr>
        <w:t>.</w:t>
      </w:r>
      <w:r>
        <w:rPr>
          <w:rFonts w:ascii="Times New Roman" w:hAnsi="Times New Roman"/>
          <w:color w:val="000000"/>
          <w:szCs w:val="22"/>
        </w:rPr>
        <w:t>]</w:t>
      </w:r>
    </w:p>
    <w:p w14:paraId="10A5D9CC" w14:textId="77777777" w:rsidR="00976E7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</w:rPr>
      </w:pPr>
      <w:r w:rsidRPr="00A50500">
        <w:rPr>
          <w:rFonts w:ascii="Times New Roman" w:hAnsi="Times New Roman"/>
          <w:color w:val="000000"/>
          <w:szCs w:val="22"/>
        </w:rPr>
        <w:t xml:space="preserve">The contract value is </w:t>
      </w:r>
      <w:r>
        <w:rPr>
          <w:rFonts w:ascii="Times New Roman" w:hAnsi="Times New Roman"/>
          <w:color w:val="000000"/>
          <w:szCs w:val="22"/>
        </w:rPr>
        <w:t>_________</w:t>
      </w:r>
      <w:r w:rsidRPr="00330285">
        <w:rPr>
          <w:rFonts w:ascii="Times New Roman" w:hAnsi="Times New Roman"/>
          <w:color w:val="000000"/>
          <w:szCs w:val="22"/>
        </w:rPr>
        <w:t xml:space="preserve"> BAM / (</w:t>
      </w:r>
      <w:r>
        <w:rPr>
          <w:rFonts w:ascii="Times New Roman" w:hAnsi="Times New Roman"/>
          <w:color w:val="000000"/>
          <w:szCs w:val="22"/>
        </w:rPr>
        <w:t>________</w:t>
      </w:r>
      <w:r w:rsidRPr="00330285">
        <w:rPr>
          <w:rFonts w:ascii="Times New Roman" w:hAnsi="Times New Roman"/>
          <w:color w:val="000000"/>
          <w:szCs w:val="22"/>
        </w:rPr>
        <w:t xml:space="preserve"> EUR)</w:t>
      </w:r>
    </w:p>
    <w:p w14:paraId="45A118C9" w14:textId="77777777" w:rsidR="00976E7F" w:rsidRPr="00244E56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color w:val="000000"/>
          <w:szCs w:val="22"/>
        </w:rPr>
        <w:t>Please complete a new financial identification form if your bank account details have changed since those submitted with your tender.</w:t>
      </w:r>
    </w:p>
    <w:p w14:paraId="5040C144" w14:textId="77777777" w:rsidR="00976E7F" w:rsidRPr="00C66485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after="240"/>
        <w:rPr>
          <w:rFonts w:ascii="Times New Roman" w:hAnsi="Times New Roman"/>
          <w:color w:val="000000"/>
          <w:spacing w:val="-2"/>
          <w:szCs w:val="22"/>
        </w:rPr>
      </w:pPr>
      <w:r w:rsidRPr="00C66485">
        <w:rPr>
          <w:rFonts w:ascii="Times New Roman" w:hAnsi="Times New Roman"/>
          <w:color w:val="000000"/>
          <w:spacing w:val="-2"/>
          <w:szCs w:val="22"/>
        </w:rPr>
        <w:t>For your information, please find below your scores as well as those for the next best tender.</w:t>
      </w:r>
      <w:r>
        <w:rPr>
          <w:rFonts w:ascii="Times New Roman" w:hAnsi="Times New Roman"/>
          <w:color w:val="000000"/>
          <w:spacing w:val="-2"/>
          <w:szCs w:val="22"/>
        </w:rPr>
        <w:t xml:space="preserve"> </w:t>
      </w:r>
      <w:r w:rsidRPr="00C66485">
        <w:rPr>
          <w:rFonts w:ascii="Times New Roman" w:hAnsi="Times New Roman"/>
          <w:color w:val="000000"/>
          <w:spacing w:val="-2"/>
          <w:szCs w:val="22"/>
        </w:rPr>
        <w:t>These scores are based on the average technical points awarded by the evaluators according to the award criteria. You will also find the composite results of the evaluation: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943"/>
        <w:gridCol w:w="850"/>
        <w:gridCol w:w="851"/>
        <w:gridCol w:w="709"/>
        <w:gridCol w:w="409"/>
        <w:gridCol w:w="16"/>
        <w:gridCol w:w="1417"/>
        <w:gridCol w:w="1134"/>
        <w:gridCol w:w="900"/>
      </w:tblGrid>
      <w:tr w:rsidR="00976E7F" w:rsidRPr="00C66485" w14:paraId="31926BAA" w14:textId="77777777" w:rsidTr="00257224">
        <w:trPr>
          <w:gridBefore w:val="6"/>
          <w:wBefore w:w="5464" w:type="dxa"/>
        </w:trPr>
        <w:tc>
          <w:tcPr>
            <w:tcW w:w="3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3D45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  <w:t xml:space="preserve">Composite </w:t>
            </w:r>
            <w:r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  <w:t>r</w:t>
            </w:r>
            <w:r w:rsidRPr="00C66485"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  <w:t>esults</w:t>
            </w:r>
          </w:p>
        </w:tc>
      </w:tr>
      <w:tr w:rsidR="00976E7F" w:rsidRPr="00C66485" w14:paraId="25829345" w14:textId="77777777" w:rsidTr="0025722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2C4D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741F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Org &amp; meth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7D30" w14:textId="77777777" w:rsidR="00976E7F" w:rsidRPr="00504030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504030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[Key exp 1]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6F8F" w14:textId="77777777" w:rsidR="00976E7F" w:rsidRPr="00504030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504030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[Key exp 2]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8D1D" w14:textId="77777777" w:rsidR="00976E7F" w:rsidRPr="00504030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504030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[Key exp 3]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A170A7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[</w:t>
            </w:r>
            <w:r w:rsidRPr="00504030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&lt;</w:t>
            </w:r>
            <w:r w:rsidRPr="00C247F2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…</w:t>
            </w:r>
            <w:r w:rsidRPr="00504030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&gt;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]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4D6BBA64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Tech score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br/>
            </w: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x 0.80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DA74C2" w14:textId="7A45789E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Fin</w:t>
            </w:r>
            <w:r w:rsidR="005B16E4">
              <w:rPr>
                <w:rFonts w:ascii="Times New Roman" w:hAnsi="Times New Roman"/>
                <w:color w:val="000000"/>
                <w:spacing w:val="-2"/>
                <w:szCs w:val="22"/>
              </w:rPr>
              <w:t>an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c</w:t>
            </w:r>
            <w:r w:rsidR="005B16E4">
              <w:rPr>
                <w:rFonts w:ascii="Times New Roman" w:hAnsi="Times New Roman"/>
                <w:color w:val="000000"/>
                <w:spacing w:val="-2"/>
                <w:szCs w:val="22"/>
              </w:rPr>
              <w:t>ia</w:t>
            </w: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l score x 0.20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F591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Overall score</w:t>
            </w: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br/>
            </w:r>
          </w:p>
        </w:tc>
      </w:tr>
      <w:tr w:rsidR="00976E7F" w:rsidRPr="00C66485" w14:paraId="3D7A7BCB" w14:textId="77777777" w:rsidTr="0025722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7E82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Your tender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FCCB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E119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3E64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7904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345D80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53F3E98A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533E81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BFDE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</w:tr>
      <w:tr w:rsidR="00976E7F" w:rsidRPr="00C66485" w14:paraId="15FE1FD2" w14:textId="77777777" w:rsidTr="0025722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F3EA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Next best tender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1154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9BA1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60B4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C4D8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C731B8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2DCB0982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387EE7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4EBA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</w:tr>
    </w:tbl>
    <w:p w14:paraId="5117847E" w14:textId="77777777" w:rsidR="00976E7F" w:rsidRDefault="00976E7F" w:rsidP="00976E7F">
      <w:pPr>
        <w:pStyle w:val="BodyText"/>
        <w:tabs>
          <w:tab w:val="clear" w:pos="567"/>
        </w:tabs>
        <w:rPr>
          <w:color w:val="000000"/>
          <w:sz w:val="22"/>
          <w:szCs w:val="22"/>
        </w:rPr>
      </w:pPr>
    </w:p>
    <w:p w14:paraId="0E42C160" w14:textId="08733469" w:rsidR="00976E7F" w:rsidRPr="00AB77C9" w:rsidRDefault="00976E7F" w:rsidP="00976E7F">
      <w:pPr>
        <w:pStyle w:val="BodyText"/>
        <w:tabs>
          <w:tab w:val="clear" w:pos="567"/>
        </w:tabs>
        <w:rPr>
          <w:color w:val="000000"/>
          <w:sz w:val="22"/>
          <w:szCs w:val="22"/>
        </w:rPr>
      </w:pPr>
      <w:r w:rsidRPr="00AC59A4">
        <w:rPr>
          <w:color w:val="000000"/>
          <w:sz w:val="22"/>
          <w:szCs w:val="22"/>
        </w:rPr>
        <w:t>Please</w:t>
      </w:r>
      <w:r w:rsidRPr="006F3D58">
        <w:rPr>
          <w:color w:val="000000"/>
          <w:sz w:val="22"/>
          <w:szCs w:val="22"/>
        </w:rPr>
        <w:t xml:space="preserve"> take note of the possibility – as described in the instructions to tenderers – that the tender procedure may – under certain circumstances – be cancelled by the </w:t>
      </w:r>
      <w:r>
        <w:rPr>
          <w:color w:val="000000"/>
          <w:sz w:val="22"/>
          <w:szCs w:val="22"/>
        </w:rPr>
        <w:t>c</w:t>
      </w:r>
      <w:r w:rsidRPr="006F3D58">
        <w:rPr>
          <w:color w:val="000000"/>
          <w:sz w:val="22"/>
          <w:szCs w:val="22"/>
        </w:rPr>
        <w:t xml:space="preserve">ontracting </w:t>
      </w:r>
      <w:r>
        <w:rPr>
          <w:color w:val="000000"/>
          <w:sz w:val="22"/>
          <w:szCs w:val="22"/>
        </w:rPr>
        <w:t>a</w:t>
      </w:r>
      <w:r w:rsidRPr="006F3D58">
        <w:rPr>
          <w:color w:val="000000"/>
          <w:sz w:val="22"/>
          <w:szCs w:val="22"/>
        </w:rPr>
        <w:t>uthority.</w:t>
      </w:r>
      <w:r w:rsidRPr="006F3D58">
        <w:rPr>
          <w:sz w:val="22"/>
          <w:szCs w:val="22"/>
        </w:rPr>
        <w:t xml:space="preserve"> In no circumstances will the </w:t>
      </w:r>
      <w:r>
        <w:rPr>
          <w:sz w:val="22"/>
          <w:szCs w:val="22"/>
        </w:rPr>
        <w:t>c</w:t>
      </w:r>
      <w:r w:rsidRPr="006F3D58">
        <w:rPr>
          <w:sz w:val="22"/>
          <w:szCs w:val="22"/>
        </w:rPr>
        <w:t xml:space="preserve">ontracting </w:t>
      </w:r>
      <w:r>
        <w:rPr>
          <w:sz w:val="22"/>
          <w:szCs w:val="22"/>
        </w:rPr>
        <w:t>a</w:t>
      </w:r>
      <w:r w:rsidRPr="006F3D58">
        <w:rPr>
          <w:sz w:val="22"/>
          <w:szCs w:val="22"/>
        </w:rPr>
        <w:t xml:space="preserve">uthority be liable for damages, whatever their nature (in particular damages for loss of profits) or relationship to the cancellation of a tender, even if the </w:t>
      </w:r>
      <w:r>
        <w:rPr>
          <w:sz w:val="22"/>
          <w:szCs w:val="22"/>
        </w:rPr>
        <w:t>c</w:t>
      </w:r>
      <w:r w:rsidRPr="006F3D58">
        <w:rPr>
          <w:sz w:val="22"/>
          <w:szCs w:val="22"/>
        </w:rPr>
        <w:t xml:space="preserve">ontracting </w:t>
      </w:r>
      <w:r>
        <w:rPr>
          <w:sz w:val="22"/>
          <w:szCs w:val="22"/>
        </w:rPr>
        <w:t>a</w:t>
      </w:r>
      <w:r w:rsidRPr="006F3D58">
        <w:rPr>
          <w:sz w:val="22"/>
          <w:szCs w:val="22"/>
        </w:rPr>
        <w:t xml:space="preserve">uthority has been </w:t>
      </w:r>
      <w:r>
        <w:rPr>
          <w:sz w:val="22"/>
          <w:szCs w:val="22"/>
        </w:rPr>
        <w:t>informed of the possibility of damage</w:t>
      </w:r>
      <w:r w:rsidRPr="006F3D58">
        <w:rPr>
          <w:sz w:val="22"/>
          <w:szCs w:val="22"/>
        </w:rPr>
        <w:t xml:space="preserve">. The publication of a </w:t>
      </w:r>
      <w:r>
        <w:rPr>
          <w:sz w:val="22"/>
          <w:szCs w:val="22"/>
        </w:rPr>
        <w:t>contract</w:t>
      </w:r>
      <w:r w:rsidRPr="006F3D58">
        <w:rPr>
          <w:sz w:val="22"/>
          <w:szCs w:val="22"/>
        </w:rPr>
        <w:t xml:space="preserve"> </w:t>
      </w:r>
      <w:r w:rsidRPr="00AB77C9">
        <w:rPr>
          <w:sz w:val="22"/>
          <w:szCs w:val="22"/>
        </w:rPr>
        <w:t xml:space="preserve">notice does not commit the contracting authority to implement the programme or project announced. </w:t>
      </w:r>
      <w:r w:rsidRPr="00AB77C9">
        <w:rPr>
          <w:color w:val="000000"/>
          <w:sz w:val="22"/>
          <w:szCs w:val="22"/>
        </w:rPr>
        <w:t>Implementation of the tasks may not start before the contract is signed by both parties.</w:t>
      </w:r>
      <w:r w:rsidR="006024F4">
        <w:rPr>
          <w:color w:val="000000"/>
          <w:sz w:val="22"/>
          <w:szCs w:val="22"/>
        </w:rPr>
        <w:t xml:space="preserve"> </w:t>
      </w:r>
    </w:p>
    <w:p w14:paraId="341A5FA3" w14:textId="77777777" w:rsidR="00105A6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Yours sincerely</w:t>
      </w:r>
      <w:r>
        <w:rPr>
          <w:rFonts w:ascii="Times New Roman" w:hAnsi="Times New Roman"/>
          <w:szCs w:val="22"/>
        </w:rPr>
        <w:t xml:space="preserve">, </w:t>
      </w:r>
      <w:r>
        <w:rPr>
          <w:rFonts w:ascii="Times New Roman" w:hAnsi="Times New Roman"/>
          <w:szCs w:val="22"/>
        </w:rPr>
        <w:tab/>
      </w:r>
    </w:p>
    <w:p w14:paraId="461EAD5D" w14:textId="72D3BFF0" w:rsidR="00E668A7" w:rsidRPr="00976E7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Đenana Čolaković</w:t>
      </w:r>
    </w:p>
    <w:sectPr w:rsidR="00E668A7" w:rsidRPr="00976E7F" w:rsidSect="00CD497D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3" w:h="16834" w:code="9"/>
      <w:pgMar w:top="1134" w:right="1418" w:bottom="1560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97EA9" w14:textId="77777777" w:rsidR="00504030" w:rsidRDefault="00504030">
      <w:r>
        <w:separator/>
      </w:r>
    </w:p>
  </w:endnote>
  <w:endnote w:type="continuationSeparator" w:id="0">
    <w:p w14:paraId="5DA8888E" w14:textId="77777777" w:rsidR="00504030" w:rsidRDefault="00504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FB0F7" w14:textId="77777777" w:rsidR="004427C2" w:rsidRDefault="004427C2" w:rsidP="00244E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5A4F00A" w14:textId="77777777" w:rsidR="004427C2" w:rsidRDefault="004427C2" w:rsidP="00244E5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5E416" w14:textId="77777777" w:rsidR="00201528" w:rsidRPr="00201528" w:rsidRDefault="00201528" w:rsidP="00201528">
    <w:pP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b/>
        <w:sz w:val="18"/>
      </w:rPr>
    </w:pPr>
    <w:r w:rsidRPr="00201528">
      <w:rPr>
        <w:rFonts w:ascii="Times New Roman" w:hAnsi="Times New Roman"/>
        <w:b/>
        <w:sz w:val="18"/>
      </w:rPr>
      <w:t>August 2020</w:t>
    </w:r>
  </w:p>
  <w:p w14:paraId="45BBD69D" w14:textId="77777777" w:rsidR="004427C2" w:rsidRPr="00C247F2" w:rsidRDefault="004427C2" w:rsidP="00C247F2">
    <w:pP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sz w:val="18"/>
        <w:szCs w:val="18"/>
      </w:rPr>
    </w:pPr>
    <w:r w:rsidRPr="00AE7272">
      <w:rPr>
        <w:rFonts w:ascii="Times New Roman" w:hAnsi="Times New Roman"/>
        <w:sz w:val="18"/>
        <w:szCs w:val="18"/>
        <w:lang w:val="fr-BE"/>
      </w:rPr>
      <w:fldChar w:fldCharType="begin"/>
    </w:r>
    <w:r w:rsidRPr="00C41984">
      <w:rPr>
        <w:rFonts w:ascii="Times New Roman" w:hAnsi="Times New Roman"/>
        <w:sz w:val="18"/>
        <w:szCs w:val="18"/>
      </w:rPr>
      <w:instrText xml:space="preserve"> FILENAME </w:instrText>
    </w:r>
    <w:r w:rsidRPr="00AE7272">
      <w:rPr>
        <w:rFonts w:ascii="Times New Roman" w:hAnsi="Times New Roman"/>
        <w:sz w:val="18"/>
        <w:szCs w:val="18"/>
        <w:lang w:val="fr-BE"/>
      </w:rPr>
      <w:fldChar w:fldCharType="separate"/>
    </w:r>
    <w:r w:rsidR="00C247F2">
      <w:rPr>
        <w:rFonts w:ascii="Times New Roman" w:hAnsi="Times New Roman"/>
        <w:noProof/>
        <w:sz w:val="18"/>
        <w:szCs w:val="18"/>
      </w:rPr>
      <w:t>b13a_notification_letter_en.doc</w:t>
    </w:r>
    <w:r w:rsidRPr="00AE7272">
      <w:rPr>
        <w:rFonts w:ascii="Times New Roman" w:hAnsi="Times New Roman"/>
        <w:sz w:val="18"/>
        <w:szCs w:val="18"/>
        <w:lang w:val="fr-BE"/>
      </w:rPr>
      <w:fldChar w:fldCharType="end"/>
    </w:r>
    <w:r w:rsidR="00C247F2" w:rsidRPr="00B62F32">
      <w:rPr>
        <w:rFonts w:ascii="Times New Roman" w:hAnsi="Times New Roman"/>
        <w:sz w:val="18"/>
        <w:szCs w:val="18"/>
      </w:rPr>
      <w:tab/>
    </w:r>
    <w:r w:rsidR="00C247F2" w:rsidRPr="00C247F2">
      <w:rPr>
        <w:rFonts w:ascii="Times New Roman" w:hAnsi="Times New Roman"/>
        <w:sz w:val="18"/>
        <w:szCs w:val="18"/>
      </w:rPr>
      <w:t xml:space="preserve">Page 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="00C247F2" w:rsidRPr="00C247F2">
      <w:rPr>
        <w:rFonts w:ascii="Times New Roman" w:hAnsi="Times New Roman"/>
        <w:sz w:val="18"/>
        <w:szCs w:val="18"/>
      </w:rPr>
      <w:instrText xml:space="preserve"> PAGE </w:instrTex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201528">
      <w:rPr>
        <w:rFonts w:ascii="Times New Roman" w:hAnsi="Times New Roman"/>
        <w:noProof/>
        <w:sz w:val="18"/>
        <w:szCs w:val="18"/>
      </w:rPr>
      <w:t>3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end"/>
    </w:r>
    <w:r w:rsidR="00C247F2" w:rsidRPr="00C247F2">
      <w:rPr>
        <w:rFonts w:ascii="Times New Roman" w:hAnsi="Times New Roman"/>
        <w:sz w:val="18"/>
        <w:szCs w:val="18"/>
      </w:rPr>
      <w:t xml:space="preserve"> of 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="00C247F2" w:rsidRPr="00C247F2">
      <w:rPr>
        <w:rFonts w:ascii="Times New Roman" w:hAnsi="Times New Roman"/>
        <w:sz w:val="18"/>
        <w:szCs w:val="18"/>
      </w:rPr>
      <w:instrText xml:space="preserve"> NUMPAGES </w:instrTex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201528">
      <w:rPr>
        <w:rFonts w:ascii="Times New Roman" w:hAnsi="Times New Roman"/>
        <w:noProof/>
        <w:sz w:val="18"/>
        <w:szCs w:val="18"/>
      </w:rPr>
      <w:t>3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77E0F" w14:textId="77777777" w:rsidR="00E76A79" w:rsidRPr="00201528" w:rsidRDefault="00E76A79" w:rsidP="00E76A79">
    <w:pP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b/>
        <w:sz w:val="18"/>
      </w:rPr>
    </w:pPr>
    <w:r>
      <w:rPr>
        <w:rFonts w:ascii="Times New Roman" w:hAnsi="Times New Roman"/>
        <w:b/>
        <w:sz w:val="18"/>
      </w:rPr>
      <w:t>December 2021</w:t>
    </w:r>
  </w:p>
  <w:p w14:paraId="6880A410" w14:textId="78E7FF6D" w:rsidR="004427C2" w:rsidRPr="00E76A79" w:rsidRDefault="00E76A79" w:rsidP="00E76A79">
    <w:pP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sz w:val="18"/>
        <w:szCs w:val="18"/>
      </w:rPr>
    </w:pPr>
    <w:r w:rsidRPr="00AE7272">
      <w:rPr>
        <w:rFonts w:ascii="Times New Roman" w:hAnsi="Times New Roman"/>
        <w:sz w:val="18"/>
        <w:szCs w:val="18"/>
        <w:lang w:val="fr-BE"/>
      </w:rPr>
      <w:fldChar w:fldCharType="begin"/>
    </w:r>
    <w:r w:rsidRPr="00C41984">
      <w:rPr>
        <w:rFonts w:ascii="Times New Roman" w:hAnsi="Times New Roman"/>
        <w:sz w:val="18"/>
        <w:szCs w:val="18"/>
      </w:rPr>
      <w:instrText xml:space="preserve"> FILENAME </w:instrText>
    </w:r>
    <w:r w:rsidRPr="00AE7272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</w:rPr>
      <w:t>b13a_notification_letter_en.doc</w:t>
    </w:r>
    <w:r w:rsidRPr="00AE7272">
      <w:rPr>
        <w:rFonts w:ascii="Times New Roman" w:hAnsi="Times New Roman"/>
        <w:sz w:val="18"/>
        <w:szCs w:val="18"/>
        <w:lang w:val="fr-BE"/>
      </w:rPr>
      <w:fldChar w:fldCharType="end"/>
    </w:r>
    <w:r w:rsidRPr="00B62F32">
      <w:rPr>
        <w:rFonts w:ascii="Times New Roman" w:hAnsi="Times New Roman"/>
        <w:sz w:val="18"/>
        <w:szCs w:val="18"/>
      </w:rPr>
      <w:tab/>
    </w:r>
    <w:r w:rsidRPr="00C247F2">
      <w:rPr>
        <w:rFonts w:ascii="Times New Roman" w:hAnsi="Times New Roman"/>
        <w:sz w:val="18"/>
        <w:szCs w:val="18"/>
      </w:rPr>
      <w:t xml:space="preserve">Page </w:t>
    </w:r>
    <w:r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Pr="00C247F2">
      <w:rPr>
        <w:rFonts w:ascii="Times New Roman" w:hAnsi="Times New Roman"/>
        <w:sz w:val="18"/>
        <w:szCs w:val="18"/>
      </w:rPr>
      <w:instrText xml:space="preserve"> PAGE </w:instrText>
    </w:r>
    <w:r w:rsidRPr="00C247F2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sz w:val="18"/>
        <w:szCs w:val="18"/>
        <w:lang w:val="fr-BE"/>
      </w:rPr>
      <w:t>2</w:t>
    </w:r>
    <w:r w:rsidRPr="00C247F2">
      <w:rPr>
        <w:rFonts w:ascii="Times New Roman" w:hAnsi="Times New Roman"/>
        <w:sz w:val="18"/>
        <w:szCs w:val="18"/>
        <w:lang w:val="fr-BE"/>
      </w:rPr>
      <w:fldChar w:fldCharType="end"/>
    </w:r>
    <w:r w:rsidRPr="00C247F2">
      <w:rPr>
        <w:rFonts w:ascii="Times New Roman" w:hAnsi="Times New Roman"/>
        <w:sz w:val="18"/>
        <w:szCs w:val="18"/>
      </w:rPr>
      <w:t xml:space="preserve"> of </w:t>
    </w:r>
    <w:r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Pr="00C247F2">
      <w:rPr>
        <w:rFonts w:ascii="Times New Roman" w:hAnsi="Times New Roman"/>
        <w:sz w:val="18"/>
        <w:szCs w:val="18"/>
      </w:rPr>
      <w:instrText xml:space="preserve"> NUMPAGES </w:instrText>
    </w:r>
    <w:r w:rsidRPr="00C247F2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sz w:val="18"/>
        <w:szCs w:val="18"/>
        <w:lang w:val="fr-BE"/>
      </w:rPr>
      <w:t>4</w:t>
    </w:r>
    <w:r w:rsidRPr="00C247F2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E83B7" w14:textId="77777777" w:rsidR="00504030" w:rsidRDefault="00504030">
      <w:r>
        <w:separator/>
      </w:r>
    </w:p>
  </w:footnote>
  <w:footnote w:type="continuationSeparator" w:id="0">
    <w:p w14:paraId="0C39658E" w14:textId="77777777" w:rsidR="00504030" w:rsidRDefault="00504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298F6" w14:textId="77777777" w:rsidR="004427C2" w:rsidRPr="007142D2" w:rsidRDefault="004427C2" w:rsidP="007142D2">
    <w:pPr>
      <w:pStyle w:val="Header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080"/>
        <w:tab w:val="clear" w:pos="7200"/>
        <w:tab w:val="clear" w:pos="7920"/>
        <w:tab w:val="clear" w:pos="8640"/>
      </w:tabs>
      <w:spacing w:after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1" w15:restartNumberingAfterBreak="0">
    <w:nsid w:val="5D455826"/>
    <w:multiLevelType w:val="hybridMultilevel"/>
    <w:tmpl w:val="F1DC48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F30FE5"/>
    <w:rsid w:val="00012BB1"/>
    <w:rsid w:val="0003183A"/>
    <w:rsid w:val="00037BC6"/>
    <w:rsid w:val="00040CE7"/>
    <w:rsid w:val="00047AA7"/>
    <w:rsid w:val="0005289B"/>
    <w:rsid w:val="000855D7"/>
    <w:rsid w:val="00092C32"/>
    <w:rsid w:val="000B4902"/>
    <w:rsid w:val="000B59B8"/>
    <w:rsid w:val="000B7C77"/>
    <w:rsid w:val="000C0A7D"/>
    <w:rsid w:val="000C73AA"/>
    <w:rsid w:val="000D73F8"/>
    <w:rsid w:val="000E2A56"/>
    <w:rsid w:val="000E66FE"/>
    <w:rsid w:val="000F1B9E"/>
    <w:rsid w:val="000F1BCF"/>
    <w:rsid w:val="000F27AC"/>
    <w:rsid w:val="000F2DFE"/>
    <w:rsid w:val="000F52ED"/>
    <w:rsid w:val="0010190C"/>
    <w:rsid w:val="0010320C"/>
    <w:rsid w:val="00104F8B"/>
    <w:rsid w:val="00105A6F"/>
    <w:rsid w:val="00142CFC"/>
    <w:rsid w:val="00151E3B"/>
    <w:rsid w:val="0015484F"/>
    <w:rsid w:val="00167EE6"/>
    <w:rsid w:val="0018533F"/>
    <w:rsid w:val="001A4205"/>
    <w:rsid w:val="001A4511"/>
    <w:rsid w:val="001A46D5"/>
    <w:rsid w:val="001B18C3"/>
    <w:rsid w:val="001C728B"/>
    <w:rsid w:val="001D6F91"/>
    <w:rsid w:val="001E6756"/>
    <w:rsid w:val="001F22C1"/>
    <w:rsid w:val="00201528"/>
    <w:rsid w:val="002018E6"/>
    <w:rsid w:val="00201D54"/>
    <w:rsid w:val="00206498"/>
    <w:rsid w:val="002120D0"/>
    <w:rsid w:val="00215EA7"/>
    <w:rsid w:val="0022062C"/>
    <w:rsid w:val="00236E79"/>
    <w:rsid w:val="00244E56"/>
    <w:rsid w:val="00246DF1"/>
    <w:rsid w:val="00246F7D"/>
    <w:rsid w:val="00271484"/>
    <w:rsid w:val="00273067"/>
    <w:rsid w:val="00292E8E"/>
    <w:rsid w:val="002932ED"/>
    <w:rsid w:val="002949A5"/>
    <w:rsid w:val="00295469"/>
    <w:rsid w:val="002A0055"/>
    <w:rsid w:val="002A61C4"/>
    <w:rsid w:val="002B056E"/>
    <w:rsid w:val="002C4991"/>
    <w:rsid w:val="002C4FF0"/>
    <w:rsid w:val="002D100E"/>
    <w:rsid w:val="002D4EA9"/>
    <w:rsid w:val="002E1359"/>
    <w:rsid w:val="002E72A5"/>
    <w:rsid w:val="002F6796"/>
    <w:rsid w:val="002F74FB"/>
    <w:rsid w:val="00314E72"/>
    <w:rsid w:val="00335BA7"/>
    <w:rsid w:val="00336C50"/>
    <w:rsid w:val="0033739F"/>
    <w:rsid w:val="00353BCB"/>
    <w:rsid w:val="003562AB"/>
    <w:rsid w:val="003604C6"/>
    <w:rsid w:val="0037086A"/>
    <w:rsid w:val="00372703"/>
    <w:rsid w:val="0037561C"/>
    <w:rsid w:val="00383E5C"/>
    <w:rsid w:val="00390379"/>
    <w:rsid w:val="003A18CD"/>
    <w:rsid w:val="003A2337"/>
    <w:rsid w:val="003A51B7"/>
    <w:rsid w:val="003A61E0"/>
    <w:rsid w:val="003A7680"/>
    <w:rsid w:val="003C0D02"/>
    <w:rsid w:val="003D684B"/>
    <w:rsid w:val="003E6D07"/>
    <w:rsid w:val="003E7F67"/>
    <w:rsid w:val="003F3B9C"/>
    <w:rsid w:val="003F4A3A"/>
    <w:rsid w:val="003F706B"/>
    <w:rsid w:val="004427C2"/>
    <w:rsid w:val="00446CEA"/>
    <w:rsid w:val="00451F3D"/>
    <w:rsid w:val="0046616B"/>
    <w:rsid w:val="004834A8"/>
    <w:rsid w:val="00491385"/>
    <w:rsid w:val="00492AEF"/>
    <w:rsid w:val="004B2E4E"/>
    <w:rsid w:val="004B4486"/>
    <w:rsid w:val="004F0E23"/>
    <w:rsid w:val="004F0EB6"/>
    <w:rsid w:val="004F5B83"/>
    <w:rsid w:val="004F79F2"/>
    <w:rsid w:val="00501230"/>
    <w:rsid w:val="00504030"/>
    <w:rsid w:val="00506E9F"/>
    <w:rsid w:val="00514258"/>
    <w:rsid w:val="005345AE"/>
    <w:rsid w:val="00537F65"/>
    <w:rsid w:val="00551B55"/>
    <w:rsid w:val="00552C2E"/>
    <w:rsid w:val="00554C82"/>
    <w:rsid w:val="00571060"/>
    <w:rsid w:val="005848DB"/>
    <w:rsid w:val="00587974"/>
    <w:rsid w:val="005968BD"/>
    <w:rsid w:val="005A3CAF"/>
    <w:rsid w:val="005A748E"/>
    <w:rsid w:val="005B16E4"/>
    <w:rsid w:val="005B5E8E"/>
    <w:rsid w:val="005C07C5"/>
    <w:rsid w:val="005C213D"/>
    <w:rsid w:val="005C6C65"/>
    <w:rsid w:val="005C7F8B"/>
    <w:rsid w:val="005D558E"/>
    <w:rsid w:val="005E1EAB"/>
    <w:rsid w:val="005E43B0"/>
    <w:rsid w:val="005E4FA6"/>
    <w:rsid w:val="006024F4"/>
    <w:rsid w:val="00602E4D"/>
    <w:rsid w:val="00604040"/>
    <w:rsid w:val="00610A00"/>
    <w:rsid w:val="00610FDE"/>
    <w:rsid w:val="006130E4"/>
    <w:rsid w:val="00617521"/>
    <w:rsid w:val="00627CB4"/>
    <w:rsid w:val="00631DE0"/>
    <w:rsid w:val="00650D14"/>
    <w:rsid w:val="006526C3"/>
    <w:rsid w:val="00652CF5"/>
    <w:rsid w:val="006555BA"/>
    <w:rsid w:val="00664DD0"/>
    <w:rsid w:val="0067747B"/>
    <w:rsid w:val="00677DB0"/>
    <w:rsid w:val="00683E8E"/>
    <w:rsid w:val="0068490D"/>
    <w:rsid w:val="0069239E"/>
    <w:rsid w:val="006A4306"/>
    <w:rsid w:val="006A7A17"/>
    <w:rsid w:val="006B33CA"/>
    <w:rsid w:val="006C269A"/>
    <w:rsid w:val="006C2843"/>
    <w:rsid w:val="006D1F4D"/>
    <w:rsid w:val="006E276D"/>
    <w:rsid w:val="006E2981"/>
    <w:rsid w:val="006E4240"/>
    <w:rsid w:val="006F3D58"/>
    <w:rsid w:val="00700743"/>
    <w:rsid w:val="00700AB9"/>
    <w:rsid w:val="007142D2"/>
    <w:rsid w:val="00720F1A"/>
    <w:rsid w:val="00721FDA"/>
    <w:rsid w:val="00731192"/>
    <w:rsid w:val="007444CC"/>
    <w:rsid w:val="00766D78"/>
    <w:rsid w:val="00783177"/>
    <w:rsid w:val="007850E4"/>
    <w:rsid w:val="007A1066"/>
    <w:rsid w:val="007A6A71"/>
    <w:rsid w:val="007B2300"/>
    <w:rsid w:val="007B4848"/>
    <w:rsid w:val="007C0727"/>
    <w:rsid w:val="007C401E"/>
    <w:rsid w:val="007E2C31"/>
    <w:rsid w:val="007F0E71"/>
    <w:rsid w:val="007F287A"/>
    <w:rsid w:val="00812CBC"/>
    <w:rsid w:val="00822F8D"/>
    <w:rsid w:val="00826BAC"/>
    <w:rsid w:val="00835BA5"/>
    <w:rsid w:val="0084601F"/>
    <w:rsid w:val="00871B01"/>
    <w:rsid w:val="00883ABE"/>
    <w:rsid w:val="008C1114"/>
    <w:rsid w:val="008D31BE"/>
    <w:rsid w:val="008D4F49"/>
    <w:rsid w:val="008D534B"/>
    <w:rsid w:val="008E4BC1"/>
    <w:rsid w:val="008F65FE"/>
    <w:rsid w:val="00905E78"/>
    <w:rsid w:val="00914D8C"/>
    <w:rsid w:val="00920BED"/>
    <w:rsid w:val="009432F9"/>
    <w:rsid w:val="0094559A"/>
    <w:rsid w:val="00950AAE"/>
    <w:rsid w:val="00952C30"/>
    <w:rsid w:val="009548DE"/>
    <w:rsid w:val="00976E7F"/>
    <w:rsid w:val="0098216D"/>
    <w:rsid w:val="0098378D"/>
    <w:rsid w:val="009874BE"/>
    <w:rsid w:val="0099268E"/>
    <w:rsid w:val="009A786D"/>
    <w:rsid w:val="009B3CB8"/>
    <w:rsid w:val="009D0039"/>
    <w:rsid w:val="009D7289"/>
    <w:rsid w:val="009E1C9D"/>
    <w:rsid w:val="009F62FF"/>
    <w:rsid w:val="00A00CF0"/>
    <w:rsid w:val="00A03094"/>
    <w:rsid w:val="00A04211"/>
    <w:rsid w:val="00A351E9"/>
    <w:rsid w:val="00A440B8"/>
    <w:rsid w:val="00A4414D"/>
    <w:rsid w:val="00A46E77"/>
    <w:rsid w:val="00A50500"/>
    <w:rsid w:val="00A50712"/>
    <w:rsid w:val="00A57BDB"/>
    <w:rsid w:val="00A7250D"/>
    <w:rsid w:val="00A735B2"/>
    <w:rsid w:val="00A94D90"/>
    <w:rsid w:val="00A9601B"/>
    <w:rsid w:val="00AA463F"/>
    <w:rsid w:val="00AB06BB"/>
    <w:rsid w:val="00AB5B49"/>
    <w:rsid w:val="00AB6471"/>
    <w:rsid w:val="00AB77C9"/>
    <w:rsid w:val="00AC1F14"/>
    <w:rsid w:val="00AC2489"/>
    <w:rsid w:val="00AC59A4"/>
    <w:rsid w:val="00AD1E55"/>
    <w:rsid w:val="00AD6030"/>
    <w:rsid w:val="00AE7272"/>
    <w:rsid w:val="00B02FDB"/>
    <w:rsid w:val="00B07533"/>
    <w:rsid w:val="00B37441"/>
    <w:rsid w:val="00B42331"/>
    <w:rsid w:val="00B54A42"/>
    <w:rsid w:val="00B60789"/>
    <w:rsid w:val="00B61A03"/>
    <w:rsid w:val="00B62F32"/>
    <w:rsid w:val="00B67E13"/>
    <w:rsid w:val="00B73A90"/>
    <w:rsid w:val="00B837EA"/>
    <w:rsid w:val="00BA4E24"/>
    <w:rsid w:val="00BB73C2"/>
    <w:rsid w:val="00BD0847"/>
    <w:rsid w:val="00BD3CDB"/>
    <w:rsid w:val="00BE44DA"/>
    <w:rsid w:val="00BF4E68"/>
    <w:rsid w:val="00C05803"/>
    <w:rsid w:val="00C17919"/>
    <w:rsid w:val="00C247F2"/>
    <w:rsid w:val="00C24EB9"/>
    <w:rsid w:val="00C2720C"/>
    <w:rsid w:val="00C41984"/>
    <w:rsid w:val="00C430E0"/>
    <w:rsid w:val="00C47276"/>
    <w:rsid w:val="00C47FA5"/>
    <w:rsid w:val="00C50071"/>
    <w:rsid w:val="00C52494"/>
    <w:rsid w:val="00C54C92"/>
    <w:rsid w:val="00C66485"/>
    <w:rsid w:val="00C74CC6"/>
    <w:rsid w:val="00C773F2"/>
    <w:rsid w:val="00C87CB9"/>
    <w:rsid w:val="00C90A62"/>
    <w:rsid w:val="00C97716"/>
    <w:rsid w:val="00C9793D"/>
    <w:rsid w:val="00CC006A"/>
    <w:rsid w:val="00CC641E"/>
    <w:rsid w:val="00CD497D"/>
    <w:rsid w:val="00CD5A1C"/>
    <w:rsid w:val="00CD73AB"/>
    <w:rsid w:val="00CE6F7A"/>
    <w:rsid w:val="00CF0C2D"/>
    <w:rsid w:val="00D06C02"/>
    <w:rsid w:val="00D206F7"/>
    <w:rsid w:val="00D20A4C"/>
    <w:rsid w:val="00D41DF6"/>
    <w:rsid w:val="00D53BB3"/>
    <w:rsid w:val="00D82876"/>
    <w:rsid w:val="00D873E8"/>
    <w:rsid w:val="00DA68C7"/>
    <w:rsid w:val="00DA78BA"/>
    <w:rsid w:val="00DB6E17"/>
    <w:rsid w:val="00DE5C4C"/>
    <w:rsid w:val="00DF009A"/>
    <w:rsid w:val="00DF0451"/>
    <w:rsid w:val="00E01934"/>
    <w:rsid w:val="00E2035D"/>
    <w:rsid w:val="00E22600"/>
    <w:rsid w:val="00E4028E"/>
    <w:rsid w:val="00E5307C"/>
    <w:rsid w:val="00E5359D"/>
    <w:rsid w:val="00E634A2"/>
    <w:rsid w:val="00E668A7"/>
    <w:rsid w:val="00E740B1"/>
    <w:rsid w:val="00E75FBE"/>
    <w:rsid w:val="00E76A79"/>
    <w:rsid w:val="00E77577"/>
    <w:rsid w:val="00E77FBB"/>
    <w:rsid w:val="00E86A8C"/>
    <w:rsid w:val="00E929BD"/>
    <w:rsid w:val="00E95000"/>
    <w:rsid w:val="00E96498"/>
    <w:rsid w:val="00EB2990"/>
    <w:rsid w:val="00EB74FE"/>
    <w:rsid w:val="00EE20B2"/>
    <w:rsid w:val="00EF051B"/>
    <w:rsid w:val="00F0111B"/>
    <w:rsid w:val="00F11822"/>
    <w:rsid w:val="00F12165"/>
    <w:rsid w:val="00F15224"/>
    <w:rsid w:val="00F3084C"/>
    <w:rsid w:val="00F30FE5"/>
    <w:rsid w:val="00F32D30"/>
    <w:rsid w:val="00F438C7"/>
    <w:rsid w:val="00F43C04"/>
    <w:rsid w:val="00F45285"/>
    <w:rsid w:val="00F53634"/>
    <w:rsid w:val="00F558C2"/>
    <w:rsid w:val="00F57977"/>
    <w:rsid w:val="00FA00CA"/>
    <w:rsid w:val="00FB2572"/>
    <w:rsid w:val="00FC3677"/>
    <w:rsid w:val="00FE2B68"/>
    <w:rsid w:val="00FF0A54"/>
    <w:rsid w:val="00FF0F61"/>
    <w:rsid w:val="00FF26A5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5FFE61"/>
  <w15:docId w15:val="{7E9DF0BE-3F69-4A98-8359-57D118C5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bs-Latn-BA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Subtitle">
    <w:name w:val="Subtitle"/>
    <w:basedOn w:val="Normal"/>
    <w:qFormat/>
    <w:rsid w:val="005C213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jc w:val="center"/>
    </w:pPr>
    <w:rPr>
      <w:rFonts w:ascii="Times New Roman" w:hAnsi="Times New Roman"/>
      <w:b/>
      <w:sz w:val="28"/>
      <w:lang w:val="fr-BE"/>
    </w:rPr>
  </w:style>
  <w:style w:type="paragraph" w:styleId="BalloonText">
    <w:name w:val="Balloon Text"/>
    <w:basedOn w:val="Normal"/>
    <w:semiHidden/>
    <w:rsid w:val="00A0309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9D7289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num" w:pos="567"/>
      </w:tabs>
      <w:spacing w:before="0"/>
    </w:pPr>
    <w:rPr>
      <w:rFonts w:ascii="Times New Roman" w:hAnsi="Times New Roman"/>
      <w:sz w:val="24"/>
      <w:lang w:val="sv-SE"/>
    </w:rPr>
  </w:style>
  <w:style w:type="character" w:customStyle="1" w:styleId="hps">
    <w:name w:val="hps"/>
    <w:basedOn w:val="DefaultParagraphFont"/>
    <w:rsid w:val="00FF0A54"/>
  </w:style>
  <w:style w:type="character" w:styleId="CommentReference">
    <w:name w:val="annotation reference"/>
    <w:rsid w:val="00142CF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42CFC"/>
    <w:rPr>
      <w:sz w:val="20"/>
    </w:rPr>
  </w:style>
  <w:style w:type="character" w:customStyle="1" w:styleId="CommentTextChar">
    <w:name w:val="Comment Text Char"/>
    <w:link w:val="CommentText"/>
    <w:rsid w:val="00142CFC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142CFC"/>
    <w:rPr>
      <w:b/>
      <w:bCs/>
    </w:rPr>
  </w:style>
  <w:style w:type="character" w:customStyle="1" w:styleId="CommentSubjectChar">
    <w:name w:val="Comment Subject Char"/>
    <w:link w:val="CommentSubject"/>
    <w:rsid w:val="00142CF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3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2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7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26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12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45622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767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9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62F00-1708-48DC-93AB-4C782E5F7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22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lindqag</dc:creator>
  <cp:keywords/>
  <cp:lastModifiedBy>Ana Dujmovic</cp:lastModifiedBy>
  <cp:revision>17</cp:revision>
  <cp:lastPrinted>2012-09-28T14:57:00Z</cp:lastPrinted>
  <dcterms:created xsi:type="dcterms:W3CDTF">2018-12-18T11:28:00Z</dcterms:created>
  <dcterms:modified xsi:type="dcterms:W3CDTF">2022-01-14T14:21:00Z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-1598218951</vt:i4>
  </property>
  <property fmtid="{D5CDD505-2E9C-101B-9397-08002B2CF9AE}" pid="3" name="_ReviewingToolsShownOnce">
    <vt:lpwstr/>
  </property>
  <property fmtid="{D5CDD505-2E9C-101B-9397-08002B2CF9AE}" pid="4" name="Checked by">
    <vt:lpwstr>duboile</vt:lpwstr>
  </property>
</Properties>
</file>